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E566CF8" w14:textId="77777777" w:rsidTr="00F279E6">
        <w:tc>
          <w:tcPr>
            <w:tcW w:w="1396" w:type="pct"/>
            <w:shd w:val="clear" w:color="auto" w:fill="auto"/>
          </w:tcPr>
          <w:p w14:paraId="72BCF843" w14:textId="4864FF53" w:rsidR="00A301E0" w:rsidRPr="00923720" w:rsidRDefault="00AC770E" w:rsidP="00944171">
            <w:pPr>
              <w:pStyle w:val="SISSCODE"/>
            </w:pPr>
            <w:r>
              <w:t>R</w:t>
            </w:r>
            <w:r w:rsidRPr="00AC770E">
              <w:t>GRSS000</w:t>
            </w:r>
            <w:r w:rsidR="00944171">
              <w:t>2</w:t>
            </w:r>
            <w:r w:rsidRPr="00AC770E">
              <w:t>X</w:t>
            </w:r>
          </w:p>
        </w:tc>
        <w:tc>
          <w:tcPr>
            <w:tcW w:w="3604" w:type="pct"/>
            <w:shd w:val="clear" w:color="auto" w:fill="auto"/>
          </w:tcPr>
          <w:p w14:paraId="568D1B20" w14:textId="77777777" w:rsidR="00A301E0" w:rsidRPr="00923720" w:rsidRDefault="00AC770E" w:rsidP="00F279E6">
            <w:pPr>
              <w:pStyle w:val="SISStitle"/>
            </w:pPr>
            <w:r w:rsidRPr="00911074">
              <w:t>Racing Stable Administration Skill Set</w:t>
            </w:r>
          </w:p>
        </w:tc>
      </w:tr>
    </w:tbl>
    <w:p w14:paraId="549F57D5" w14:textId="77777777" w:rsidR="00A301E0" w:rsidRPr="00A301E0" w:rsidRDefault="00A301E0" w:rsidP="00A301E0">
      <w:pPr>
        <w:rPr>
          <w:lang w:eastAsia="en-US"/>
        </w:rPr>
      </w:pPr>
    </w:p>
    <w:p w14:paraId="7FF97C6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7B68AC" w14:textId="77777777" w:rsidTr="00CA2922">
        <w:trPr>
          <w:tblHeader/>
        </w:trPr>
        <w:tc>
          <w:tcPr>
            <w:tcW w:w="2689" w:type="dxa"/>
          </w:tcPr>
          <w:p w14:paraId="2125E564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5DDF7E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3A31B679" w14:textId="77777777" w:rsidTr="00CA2922">
        <w:tc>
          <w:tcPr>
            <w:tcW w:w="2689" w:type="dxa"/>
          </w:tcPr>
          <w:p w14:paraId="6C6B8AF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AC770E">
              <w:t xml:space="preserve"> 1</w:t>
            </w:r>
          </w:p>
        </w:tc>
        <w:tc>
          <w:tcPr>
            <w:tcW w:w="6939" w:type="dxa"/>
          </w:tcPr>
          <w:p w14:paraId="74BE0E26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AC770E">
              <w:t xml:space="preserve">RGR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AC770E">
              <w:t>1.0</w:t>
            </w:r>
            <w:r w:rsidRPr="00CC451E">
              <w:t>.</w:t>
            </w:r>
          </w:p>
        </w:tc>
      </w:tr>
    </w:tbl>
    <w:p w14:paraId="203224B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8D7461F" w14:textId="77777777" w:rsidTr="00744A12">
        <w:trPr>
          <w:trHeight w:val="709"/>
        </w:trPr>
        <w:tc>
          <w:tcPr>
            <w:tcW w:w="5000" w:type="pct"/>
            <w:shd w:val="clear" w:color="auto" w:fill="auto"/>
          </w:tcPr>
          <w:p w14:paraId="3EB825E6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3992CE15" w14:textId="3225D459"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AC770E">
              <w:t>skill set provides the knowledge and skills</w:t>
            </w:r>
            <w:r w:rsidR="00922095">
              <w:t xml:space="preserve"> required</w:t>
            </w:r>
            <w:r w:rsidR="00AC770E">
              <w:t xml:space="preserve"> for an administrator of a racing stable</w:t>
            </w:r>
            <w:r w:rsidR="00944171">
              <w:t xml:space="preserve"> in the harness or thoroughbred codes</w:t>
            </w:r>
            <w:r w:rsidR="00FE5147">
              <w:t>.</w:t>
            </w:r>
          </w:p>
          <w:p w14:paraId="4FF8DA30" w14:textId="77777777" w:rsidR="00A772D9" w:rsidRPr="00856837" w:rsidRDefault="00A772D9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04382C3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5A9CF35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62FDE00C" w14:textId="59531151" w:rsidR="00FE5147" w:rsidRDefault="00744A12" w:rsidP="00FE5147">
            <w:pPr>
              <w:pStyle w:val="SIText"/>
            </w:pPr>
            <w:r>
              <w:t xml:space="preserve">These units of competency </w:t>
            </w:r>
            <w:r w:rsidRPr="00744A12">
              <w:t xml:space="preserve">provide credit towards a </w:t>
            </w:r>
            <w:r w:rsidR="00944171">
              <w:t xml:space="preserve">various qualifications, including: </w:t>
            </w:r>
          </w:p>
          <w:p w14:paraId="4279EE32" w14:textId="408922F9" w:rsidR="00944171" w:rsidRDefault="00744A12" w:rsidP="00FE5147">
            <w:pPr>
              <w:pStyle w:val="SIBulletList1"/>
            </w:pPr>
            <w:r w:rsidRPr="00744A12">
              <w:t>B</w:t>
            </w:r>
            <w:r w:rsidR="00944171">
              <w:t>SB3011</w:t>
            </w:r>
            <w:r w:rsidRPr="00744A12">
              <w:t>5 Certificate I</w:t>
            </w:r>
            <w:r w:rsidR="00944171">
              <w:t>II</w:t>
            </w:r>
            <w:r w:rsidRPr="00744A12">
              <w:t xml:space="preserve"> in Business</w:t>
            </w:r>
          </w:p>
          <w:p w14:paraId="2E7EE3B8" w14:textId="18A3F254" w:rsidR="00890663" w:rsidRDefault="00944171" w:rsidP="00FE5147">
            <w:pPr>
              <w:pStyle w:val="SIBulletList1"/>
            </w:pPr>
            <w:r w:rsidRPr="00744A12">
              <w:t>B</w:t>
            </w:r>
            <w:r w:rsidRPr="00944171">
              <w:t>SB30</w:t>
            </w:r>
            <w:r>
              <w:t>4</w:t>
            </w:r>
            <w:r w:rsidRPr="00944171">
              <w:t xml:space="preserve">15 </w:t>
            </w:r>
            <w:r>
              <w:t>Certificate III in Business Administration</w:t>
            </w:r>
            <w:r w:rsidR="00744A12">
              <w:t>.</w:t>
            </w:r>
          </w:p>
          <w:p w14:paraId="54F2DDEA" w14:textId="77777777" w:rsidR="00A301E0" w:rsidRPr="00890663" w:rsidRDefault="00A301E0" w:rsidP="00744A12">
            <w:pPr>
              <w:pStyle w:val="SITemporarytext"/>
            </w:pPr>
          </w:p>
        </w:tc>
      </w:tr>
      <w:tr w:rsidR="00A301E0" w:rsidRPr="00963A46" w14:paraId="4AA00217" w14:textId="77777777" w:rsidTr="00744A12">
        <w:trPr>
          <w:trHeight w:val="777"/>
        </w:trPr>
        <w:tc>
          <w:tcPr>
            <w:tcW w:w="5000" w:type="pct"/>
            <w:shd w:val="clear" w:color="auto" w:fill="auto"/>
          </w:tcPr>
          <w:p w14:paraId="7A04AAB1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77E08D1" w14:textId="77777777" w:rsidR="00686A08" w:rsidRPr="00686A08" w:rsidRDefault="00686A08" w:rsidP="00686A08">
            <w:pPr>
              <w:pStyle w:val="SIText"/>
            </w:pPr>
            <w:r w:rsidRPr="00686A08">
              <w:t>No occupational licensing or regulatory requirements apply to this skill set at the time of publication.</w:t>
            </w:r>
          </w:p>
          <w:p w14:paraId="6B3AD23B" w14:textId="77777777" w:rsidR="00A301E0" w:rsidRPr="00A301E0" w:rsidRDefault="00A301E0" w:rsidP="00744A12">
            <w:pPr>
              <w:pStyle w:val="SITemporarytext"/>
            </w:pPr>
          </w:p>
        </w:tc>
      </w:tr>
      <w:tr w:rsidR="00A772D9" w:rsidRPr="00963A46" w14:paraId="7DF26AB5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77D127B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3BF8D45" w14:textId="77777777" w:rsidR="00903D69" w:rsidRPr="00903D69" w:rsidRDefault="00903D69" w:rsidP="00903D69">
            <w:pPr>
              <w:pStyle w:val="SIBulletList1"/>
            </w:pPr>
            <w:r w:rsidRPr="00744A12">
              <w:t>BSBFIA301 Maintain financial records</w:t>
            </w:r>
          </w:p>
          <w:p w14:paraId="6226A3B5" w14:textId="77777777" w:rsidR="00903D69" w:rsidRDefault="00903D69" w:rsidP="00903D69">
            <w:pPr>
              <w:pStyle w:val="SIBulletList1"/>
            </w:pPr>
            <w:r w:rsidRPr="00903D69">
              <w:t>BSBWHS201 Contribute to health and safety of self and others</w:t>
            </w:r>
          </w:p>
          <w:p w14:paraId="774F23A2" w14:textId="77777777" w:rsidR="00903D69" w:rsidRPr="00903D69" w:rsidRDefault="00903D69" w:rsidP="00903D69">
            <w:pPr>
              <w:pStyle w:val="SIBulletList1"/>
            </w:pPr>
            <w:r>
              <w:t xml:space="preserve">PSPGEN032 </w:t>
            </w:r>
            <w:r w:rsidRPr="00903D69">
              <w:t>Deal with conflict</w:t>
            </w:r>
          </w:p>
          <w:p w14:paraId="68948B92" w14:textId="77777777" w:rsidR="00744A12" w:rsidRDefault="00744A12" w:rsidP="00744A12">
            <w:pPr>
              <w:pStyle w:val="SIBulletList1"/>
            </w:pPr>
            <w:r w:rsidRPr="00A379AA">
              <w:t>RGR</w:t>
            </w:r>
            <w:r w:rsidRPr="00744A12">
              <w:t>CMN203</w:t>
            </w:r>
            <w:r>
              <w:t xml:space="preserve"> </w:t>
            </w:r>
            <w:r w:rsidRPr="00744A12">
              <w:t>Comply with racing industry ethics and integrity</w:t>
            </w:r>
          </w:p>
          <w:p w14:paraId="25BB47D1" w14:textId="77777777" w:rsidR="00744A12" w:rsidRDefault="00744A12" w:rsidP="00744A12">
            <w:pPr>
              <w:pStyle w:val="SIBulletList1"/>
            </w:pPr>
            <w:r>
              <w:t xml:space="preserve">SIFXMGT003 </w:t>
            </w:r>
            <w:r w:rsidRPr="00744A12">
              <w:t>Supervise staff</w:t>
            </w:r>
          </w:p>
          <w:p w14:paraId="62980B32" w14:textId="77777777" w:rsidR="001F28F9" w:rsidRPr="00EB7EB1" w:rsidRDefault="001F28F9" w:rsidP="00903D69">
            <w:pPr>
              <w:pStyle w:val="SIBulletList1"/>
              <w:numPr>
                <w:ilvl w:val="0"/>
                <w:numId w:val="0"/>
              </w:numPr>
              <w:ind w:left="357"/>
            </w:pPr>
            <w:bookmarkStart w:id="0" w:name="_GoBack"/>
            <w:bookmarkEnd w:id="0"/>
          </w:p>
        </w:tc>
      </w:tr>
      <w:tr w:rsidR="005C7EA8" w:rsidRPr="00963A46" w14:paraId="451DFBD1" w14:textId="77777777" w:rsidTr="00744A12">
        <w:trPr>
          <w:trHeight w:val="775"/>
        </w:trPr>
        <w:tc>
          <w:tcPr>
            <w:tcW w:w="5000" w:type="pct"/>
            <w:shd w:val="clear" w:color="auto" w:fill="auto"/>
          </w:tcPr>
          <w:p w14:paraId="57F49105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5C6C62FA" w14:textId="6109F3C2" w:rsidR="0016138C" w:rsidRPr="00744A12" w:rsidRDefault="006A1D6C" w:rsidP="00744A12">
            <w:pPr>
              <w:pStyle w:val="SIText"/>
            </w:pPr>
            <w:r>
              <w:t xml:space="preserve">This skill set is for </w:t>
            </w:r>
            <w:r w:rsidR="00744A12">
              <w:t>individuals</w:t>
            </w:r>
            <w:r w:rsidR="00744A12" w:rsidRPr="00744A12">
              <w:t xml:space="preserve"> involved in </w:t>
            </w:r>
            <w:r w:rsidR="00CA361A">
              <w:t xml:space="preserve">stable administration duties in </w:t>
            </w:r>
            <w:r w:rsidR="00744A12" w:rsidRPr="00744A12">
              <w:t>the horse racing industry.</w:t>
            </w:r>
          </w:p>
        </w:tc>
      </w:tr>
      <w:tr w:rsidR="00DB557A" w:rsidRPr="00963A46" w14:paraId="57A59755" w14:textId="77777777" w:rsidTr="00744A12">
        <w:trPr>
          <w:trHeight w:val="987"/>
        </w:trPr>
        <w:tc>
          <w:tcPr>
            <w:tcW w:w="5000" w:type="pct"/>
            <w:shd w:val="clear" w:color="auto" w:fill="auto"/>
          </w:tcPr>
          <w:p w14:paraId="2A526974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6A44987" w14:textId="62CC2E6C" w:rsidR="00DB557A" w:rsidRPr="00744A12" w:rsidRDefault="00DB557A" w:rsidP="00744A12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744A12">
              <w:t>RGR</w:t>
            </w:r>
            <w:r w:rsidR="00FE5147">
              <w:t xml:space="preserve"> Racing</w:t>
            </w:r>
            <w:r w:rsidRPr="001E5F0D">
              <w:t xml:space="preserve"> Training Package</w:t>
            </w:r>
            <w:r>
              <w:t xml:space="preserve"> </w:t>
            </w:r>
            <w:r w:rsidRPr="00C4773C">
              <w:t xml:space="preserve">meet the </w:t>
            </w:r>
            <w:r w:rsidR="00744A12" w:rsidRPr="00744A12">
              <w:t>industry requirements for those working as racing stable administrators.</w:t>
            </w:r>
          </w:p>
        </w:tc>
      </w:tr>
    </w:tbl>
    <w:p w14:paraId="06AB892D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871F7" w14:textId="77777777" w:rsidR="00D67967" w:rsidRDefault="00D67967" w:rsidP="00BF3F0A">
      <w:r>
        <w:separator/>
      </w:r>
    </w:p>
    <w:p w14:paraId="47B8C328" w14:textId="77777777" w:rsidR="00D67967" w:rsidRDefault="00D67967"/>
  </w:endnote>
  <w:endnote w:type="continuationSeparator" w:id="0">
    <w:p w14:paraId="1623B8BD" w14:textId="77777777" w:rsidR="00D67967" w:rsidRDefault="00D67967" w:rsidP="00BF3F0A">
      <w:r>
        <w:continuationSeparator/>
      </w:r>
    </w:p>
    <w:p w14:paraId="7372F104" w14:textId="77777777" w:rsidR="00D67967" w:rsidRDefault="00D679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143B03" w14:textId="79F4AE2D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903D69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728B3E9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F8AD8F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28E71" w14:textId="77777777" w:rsidR="00D67967" w:rsidRDefault="00D67967" w:rsidP="00BF3F0A">
      <w:r>
        <w:separator/>
      </w:r>
    </w:p>
    <w:p w14:paraId="090F518E" w14:textId="77777777" w:rsidR="00D67967" w:rsidRDefault="00D67967"/>
  </w:footnote>
  <w:footnote w:type="continuationSeparator" w:id="0">
    <w:p w14:paraId="2BB87986" w14:textId="77777777" w:rsidR="00D67967" w:rsidRDefault="00D67967" w:rsidP="00BF3F0A">
      <w:r>
        <w:continuationSeparator/>
      </w:r>
    </w:p>
    <w:p w14:paraId="5F1AC15A" w14:textId="77777777" w:rsidR="00D67967" w:rsidRDefault="00D679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A18B6" w14:textId="77777777" w:rsidR="009C2650" w:rsidRDefault="00AC770E">
    <w:r>
      <w:t xml:space="preserve">RGRSS000XX </w:t>
    </w:r>
    <w:r w:rsidRPr="00911074">
      <w:t>Racing Stable Administration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70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1D68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5F6B29"/>
    <w:rsid w:val="006121D4"/>
    <w:rsid w:val="00613B49"/>
    <w:rsid w:val="00620E8E"/>
    <w:rsid w:val="00633CFE"/>
    <w:rsid w:val="00634FCA"/>
    <w:rsid w:val="006404B5"/>
    <w:rsid w:val="006452B8"/>
    <w:rsid w:val="00652E62"/>
    <w:rsid w:val="00686A08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44A12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03D69"/>
    <w:rsid w:val="00916CD7"/>
    <w:rsid w:val="00920927"/>
    <w:rsid w:val="00921B38"/>
    <w:rsid w:val="00922095"/>
    <w:rsid w:val="00923720"/>
    <w:rsid w:val="009278C9"/>
    <w:rsid w:val="00930D78"/>
    <w:rsid w:val="00944171"/>
    <w:rsid w:val="009527CB"/>
    <w:rsid w:val="00953835"/>
    <w:rsid w:val="00960F6C"/>
    <w:rsid w:val="00970747"/>
    <w:rsid w:val="0098725E"/>
    <w:rsid w:val="009A5900"/>
    <w:rsid w:val="009C0C33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1BD5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C770E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A361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67967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5D1B"/>
    <w:rsid w:val="00E223E6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514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7BD20"/>
  <w15:docId w15:val="{C5DB9E4B-696C-4167-9A8C-860D0F97E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OneDrive\Documents\Skills%20Impact\Developer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47E95-DF67-4F1A-BEDC-E938BCD55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680003A-F851-4AF7-982A-330D52BE7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35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Wayne Jones</dc:creator>
  <cp:lastModifiedBy>Wayne Jones</cp:lastModifiedBy>
  <cp:revision>6</cp:revision>
  <cp:lastPrinted>2016-05-27T05:21:00Z</cp:lastPrinted>
  <dcterms:created xsi:type="dcterms:W3CDTF">2017-09-24T05:29:00Z</dcterms:created>
  <dcterms:modified xsi:type="dcterms:W3CDTF">2017-10-05T00:08:00Z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